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23FCCF23" w:rsidR="0009502C" w:rsidRPr="00374953" w:rsidDel="00527602" w:rsidRDefault="00EE1BA9" w:rsidP="0009502C">
      <w:pPr>
        <w:jc w:val="center"/>
        <w:rPr>
          <w:del w:id="0" w:author="Sam Roberts" w:date="2024-11-15T17:22:00Z"/>
          <w:rFonts w:asciiTheme="minorHAnsi" w:hAnsiTheme="minorHAnsi" w:cstheme="minorHAnsi"/>
          <w:b/>
          <w:sz w:val="28"/>
          <w:szCs w:val="28"/>
        </w:rPr>
      </w:pPr>
      <w:proofErr w:type="gramStart"/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ins w:id="1" w:author="Sam Roberts" w:date="2024-11-15T17:22:00Z">
        <w:r w:rsidR="00527602">
          <w:rPr>
            <w:rFonts w:asciiTheme="minorHAnsi" w:hAnsiTheme="minorHAnsi" w:cstheme="minorHAnsi"/>
            <w:b/>
            <w:sz w:val="28"/>
            <w:szCs w:val="28"/>
          </w:rPr>
          <w:t xml:space="preserve"> J</w:t>
        </w:r>
      </w:ins>
      <w:proofErr w:type="gramEnd"/>
      <w:del w:id="2" w:author="Sam Roberts" w:date="2024-11-15T17:22:00Z">
        <w:r w:rsidR="00775529" w:rsidDel="00527602">
          <w:rPr>
            <w:rFonts w:asciiTheme="minorHAnsi" w:hAnsiTheme="minorHAnsi" w:cstheme="minorHAnsi"/>
            <w:b/>
            <w:sz w:val="28"/>
            <w:szCs w:val="28"/>
          </w:rPr>
          <w:delText>F</w:delText>
        </w:r>
      </w:del>
    </w:p>
    <w:p w14:paraId="3C43D656" w14:textId="77777777" w:rsidR="002A351E" w:rsidRPr="00374953" w:rsidRDefault="002A351E">
      <w:pPr>
        <w:jc w:val="center"/>
        <w:rPr>
          <w:rFonts w:asciiTheme="minorHAnsi" w:hAnsiTheme="minorHAnsi" w:cstheme="minorHAnsi"/>
          <w:b/>
          <w:i/>
          <w:sz w:val="28"/>
          <w:szCs w:val="28"/>
        </w:rPr>
        <w:pPrChange w:id="3" w:author="Sam Roberts" w:date="2024-11-15T17:22:00Z">
          <w:pPr/>
        </w:pPrChange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345ECC4" w:rsidR="002A351E" w:rsidRPr="00374953" w:rsidRDefault="00C46B12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4" w:author="Kimbrough, Princess A" w:date="2024-11-19T07:52:00Z" w16du:dateUtc="2024-11-19T12:52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Bloomington Ford Inc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CB83939" w:rsidR="00737375" w:rsidRPr="00374953" w:rsidRDefault="000D7A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1C9E071" w:rsidR="00737375" w:rsidRPr="00374953" w:rsidRDefault="000D7A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0A03AE0" w:rsidR="00737375" w:rsidRPr="00374953" w:rsidRDefault="000D7A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AFDF4FA" w:rsidR="00737375" w:rsidRPr="00374953" w:rsidRDefault="000D7A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C0A0945" w:rsidR="00737375" w:rsidRPr="00374953" w:rsidRDefault="000D7A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BE086A" w:rsidR="00737375" w:rsidRPr="00374953" w:rsidRDefault="000D7A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C9240D1" w:rsidR="000868CA" w:rsidRPr="00374953" w:rsidRDefault="000D7A5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E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2CC346C" w:rsidR="000868CA" w:rsidRPr="00374953" w:rsidRDefault="000D7A5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Sam Roberts" w:date="2024-10-02T17:47:00Z">
                  <w:r w:rsidR="000868CA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16A54B27" w:rsidR="0034473B" w:rsidRPr="00374953" w:rsidRDefault="000D7A5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Sam Roberts" w:date="2024-10-02T17:47:00Z">
                  <w:r w:rsidR="0034473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0D7A5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6CA8C30" w:rsidR="001276E5" w:rsidRPr="00374953" w:rsidRDefault="000D7A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0D7A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2088B0E" w:rsidR="001276E5" w:rsidRPr="00374953" w:rsidRDefault="000D7A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1B39BBA" w:rsidR="001276E5" w:rsidRDefault="000D7A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Sam Roberts" w:date="2024-10-02T17:48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0D7A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CF62619" w:rsidR="000A0BFB" w:rsidRPr="00374953" w:rsidRDefault="000D7A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0D7A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45C0879" w:rsidR="000A0BFB" w:rsidRDefault="000D7A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9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30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0D7A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72CB787E" w:rsidR="00A1289A" w:rsidRPr="00374953" w:rsidRDefault="000D7A5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1" w:author="Sam Roberts" w:date="2024-10-02T17:49:00Z">
                  <w:r w:rsidR="00674EC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32" w:author="Sam Roberts" w:date="2024-10-02T17:49:00Z">
                  <w:r w:rsidR="00674ECA" w:rsidDel="00674EC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0D7A5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02DA6DC4" w:rsidR="00F45D7B" w:rsidRPr="00374953" w:rsidRDefault="00674EC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3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10B1B293" w:rsidR="00102FB2" w:rsidRPr="00374953" w:rsidRDefault="00674EC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4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D7A5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D7A5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D7A5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D7A5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D7A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D7A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D7A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D7A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D7A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D7A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D7A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D7A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D7A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D7A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0C1C77FE" w:rsidR="00B157EC" w:rsidRPr="00374953" w:rsidRDefault="00674ECA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5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36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36"/>
      <w:r>
        <w:rPr>
          <w:rStyle w:val="CommentReference"/>
        </w:rPr>
        <w:commentReference w:id="36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3B33F370" w:rsidR="00E16CD5" w:rsidRPr="00374953" w:rsidRDefault="00674EC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7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6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A4536" w14:textId="77777777" w:rsidR="008B75C3" w:rsidRDefault="008B75C3" w:rsidP="00313F29">
      <w:r>
        <w:separator/>
      </w:r>
    </w:p>
  </w:endnote>
  <w:endnote w:type="continuationSeparator" w:id="0">
    <w:p w14:paraId="3943FA33" w14:textId="77777777" w:rsidR="008B75C3" w:rsidRDefault="008B75C3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527602">
              <w:rPr>
                <w:b/>
                <w:bCs/>
                <w:noProof/>
              </w:rPr>
              <w:t>1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527602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56D4B" w14:textId="77777777" w:rsidR="008B75C3" w:rsidRDefault="008B75C3" w:rsidP="00313F29">
      <w:r>
        <w:separator/>
      </w:r>
    </w:p>
  </w:footnote>
  <w:footnote w:type="continuationSeparator" w:id="0">
    <w:p w14:paraId="48119973" w14:textId="77777777" w:rsidR="008B75C3" w:rsidRDefault="008B75C3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2975340">
    <w:abstractNumId w:val="5"/>
  </w:num>
  <w:num w:numId="2" w16cid:durableId="829978637">
    <w:abstractNumId w:val="13"/>
  </w:num>
  <w:num w:numId="3" w16cid:durableId="1434548113">
    <w:abstractNumId w:val="24"/>
  </w:num>
  <w:num w:numId="4" w16cid:durableId="1338653981">
    <w:abstractNumId w:val="21"/>
  </w:num>
  <w:num w:numId="5" w16cid:durableId="1547063162">
    <w:abstractNumId w:val="11"/>
  </w:num>
  <w:num w:numId="6" w16cid:durableId="828327854">
    <w:abstractNumId w:val="30"/>
  </w:num>
  <w:num w:numId="7" w16cid:durableId="1816142993">
    <w:abstractNumId w:val="35"/>
  </w:num>
  <w:num w:numId="8" w16cid:durableId="763497547">
    <w:abstractNumId w:val="36"/>
  </w:num>
  <w:num w:numId="9" w16cid:durableId="8533540">
    <w:abstractNumId w:val="33"/>
  </w:num>
  <w:num w:numId="10" w16cid:durableId="539325741">
    <w:abstractNumId w:val="1"/>
  </w:num>
  <w:num w:numId="11" w16cid:durableId="1569462956">
    <w:abstractNumId w:val="9"/>
  </w:num>
  <w:num w:numId="12" w16cid:durableId="2103144840">
    <w:abstractNumId w:val="31"/>
  </w:num>
  <w:num w:numId="13" w16cid:durableId="1043824067">
    <w:abstractNumId w:val="2"/>
  </w:num>
  <w:num w:numId="14" w16cid:durableId="1471170972">
    <w:abstractNumId w:val="4"/>
  </w:num>
  <w:num w:numId="15" w16cid:durableId="1477723642">
    <w:abstractNumId w:val="14"/>
  </w:num>
  <w:num w:numId="16" w16cid:durableId="371613994">
    <w:abstractNumId w:val="3"/>
  </w:num>
  <w:num w:numId="17" w16cid:durableId="1417701202">
    <w:abstractNumId w:val="38"/>
  </w:num>
  <w:num w:numId="18" w16cid:durableId="745569171">
    <w:abstractNumId w:val="27"/>
  </w:num>
  <w:num w:numId="19" w16cid:durableId="1374840392">
    <w:abstractNumId w:val="8"/>
  </w:num>
  <w:num w:numId="20" w16cid:durableId="966548897">
    <w:abstractNumId w:val="34"/>
  </w:num>
  <w:num w:numId="21" w16cid:durableId="1127241651">
    <w:abstractNumId w:val="20"/>
  </w:num>
  <w:num w:numId="22" w16cid:durableId="791091652">
    <w:abstractNumId w:val="29"/>
  </w:num>
  <w:num w:numId="23" w16cid:durableId="495271933">
    <w:abstractNumId w:val="26"/>
  </w:num>
  <w:num w:numId="24" w16cid:durableId="689768162">
    <w:abstractNumId w:val="18"/>
  </w:num>
  <w:num w:numId="25" w16cid:durableId="1452557060">
    <w:abstractNumId w:val="32"/>
  </w:num>
  <w:num w:numId="26" w16cid:durableId="258947624">
    <w:abstractNumId w:val="16"/>
  </w:num>
  <w:num w:numId="27" w16cid:durableId="1637643765">
    <w:abstractNumId w:val="22"/>
  </w:num>
  <w:num w:numId="28" w16cid:durableId="192354056">
    <w:abstractNumId w:val="28"/>
  </w:num>
  <w:num w:numId="29" w16cid:durableId="472524542">
    <w:abstractNumId w:val="23"/>
  </w:num>
  <w:num w:numId="30" w16cid:durableId="491331829">
    <w:abstractNumId w:val="0"/>
  </w:num>
  <w:num w:numId="31" w16cid:durableId="1041902026">
    <w:abstractNumId w:val="12"/>
  </w:num>
  <w:num w:numId="32" w16cid:durableId="1699964557">
    <w:abstractNumId w:val="10"/>
  </w:num>
  <w:num w:numId="33" w16cid:durableId="427115872">
    <w:abstractNumId w:val="15"/>
  </w:num>
  <w:num w:numId="34" w16cid:durableId="109981135">
    <w:abstractNumId w:val="25"/>
  </w:num>
  <w:num w:numId="35" w16cid:durableId="478615813">
    <w:abstractNumId w:val="7"/>
  </w:num>
  <w:num w:numId="36" w16cid:durableId="1328285745">
    <w:abstractNumId w:val="19"/>
  </w:num>
  <w:num w:numId="37" w16cid:durableId="985428114">
    <w:abstractNumId w:val="17"/>
  </w:num>
  <w:num w:numId="38" w16cid:durableId="100148817">
    <w:abstractNumId w:val="37"/>
  </w:num>
  <w:num w:numId="39" w16cid:durableId="1568765711">
    <w:abstractNumId w:val="6"/>
  </w:num>
  <w:num w:numId="40" w16cid:durableId="2119134686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am Roberts">
    <w15:presenceInfo w15:providerId="AD" w15:userId="S-1-5-21-2624480528-4223034632-4242197329-1141"/>
  </w15:person>
  <w15:person w15:author="Kimbrough, Princess A">
    <w15:presenceInfo w15:providerId="AD" w15:userId="S::PKimbrough@idoa.IN.gov::56a59776-80ac-4c8b-864f-2092c0644daf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27602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74ECA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B75C3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7637E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6B12"/>
    <w:rsid w:val="00C51592"/>
    <w:rsid w:val="00C561AB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14F5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Kimbrough, Princess A</cp:lastModifiedBy>
  <cp:revision>2</cp:revision>
  <dcterms:created xsi:type="dcterms:W3CDTF">2024-11-19T12:52:00Z</dcterms:created>
  <dcterms:modified xsi:type="dcterms:W3CDTF">2024-11-19T12:52:00Z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